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C9E" w:rsidRPr="00A42F9E" w:rsidRDefault="005E6D73" w:rsidP="00844C9E">
      <w:pPr>
        <w:rPr>
          <w:rFonts w:ascii="Cambria" w:hAnsi="Cambria"/>
          <w:sz w:val="24"/>
          <w:szCs w:val="24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  <w:r w:rsidR="00844C9E">
        <w:rPr>
          <w:rFonts w:ascii="Cambria" w:hAnsi="Cambria"/>
          <w:sz w:val="24"/>
          <w:szCs w:val="24"/>
        </w:rPr>
        <w:t xml:space="preserve">Załącznik nr </w:t>
      </w:r>
      <w:r w:rsidR="00844C9E" w:rsidRPr="00A42F9E">
        <w:rPr>
          <w:rFonts w:ascii="Cambria" w:hAnsi="Cambria"/>
          <w:sz w:val="24"/>
          <w:szCs w:val="24"/>
        </w:rPr>
        <w:t>2 do zapytania ofertowego dla zadania: „Dostawa produktów spożywczych do stołówki szkolnej przy Szkole Podstawowej w Darzlubiu”</w:t>
      </w:r>
    </w:p>
    <w:p w:rsidR="00844C9E" w:rsidRPr="00A42F9E" w:rsidRDefault="00844C9E" w:rsidP="00844C9E">
      <w:pPr>
        <w:jc w:val="center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Oferta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Zamawiający: </w:t>
      </w:r>
      <w:r>
        <w:rPr>
          <w:rFonts w:ascii="Cambria" w:hAnsi="Cambria"/>
          <w:b/>
          <w:sz w:val="24"/>
          <w:szCs w:val="24"/>
        </w:rPr>
        <w:t>Nabywca</w:t>
      </w:r>
      <w:r w:rsidRPr="00A42F9E">
        <w:rPr>
          <w:rFonts w:ascii="Cambria" w:hAnsi="Cambria"/>
          <w:b/>
          <w:sz w:val="24"/>
          <w:szCs w:val="24"/>
        </w:rPr>
        <w:t xml:space="preserve"> 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Gmina Puck 10-lutego 29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-84-100 Puck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NIP 587-15-88-654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 xml:space="preserve">Odbiorca: 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Szkoła Podstawowa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 im Maksymiliana </w:t>
      </w:r>
      <w:proofErr w:type="spellStart"/>
      <w:r w:rsidRPr="00A42F9E">
        <w:rPr>
          <w:rFonts w:ascii="Cambria" w:hAnsi="Cambria"/>
          <w:sz w:val="24"/>
          <w:szCs w:val="24"/>
        </w:rPr>
        <w:t>Wilandta</w:t>
      </w:r>
      <w:proofErr w:type="spellEnd"/>
      <w:r w:rsidRPr="00A42F9E">
        <w:rPr>
          <w:rFonts w:ascii="Cambria" w:hAnsi="Cambria"/>
          <w:sz w:val="24"/>
          <w:szCs w:val="24"/>
        </w:rPr>
        <w:t xml:space="preserve"> w Darzlubiu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 ul. Pucka 74 Darzlubie</w:t>
      </w:r>
    </w:p>
    <w:p w:rsidR="00844C9E" w:rsidRDefault="00844C9E" w:rsidP="00844C9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Zamówienie: </w:t>
      </w:r>
      <w:r w:rsidRPr="00A42F9E">
        <w:rPr>
          <w:rFonts w:ascii="Cambria" w:hAnsi="Cambria"/>
          <w:sz w:val="24"/>
          <w:szCs w:val="24"/>
        </w:rPr>
        <w:t>Dostawa produktów spożywczych do stołówki szkolnej przy Szkole Podstawo</w:t>
      </w:r>
      <w:r w:rsidR="00D26991">
        <w:rPr>
          <w:rFonts w:ascii="Cambria" w:hAnsi="Cambria"/>
          <w:sz w:val="24"/>
          <w:szCs w:val="24"/>
        </w:rPr>
        <w:t xml:space="preserve">wej </w:t>
      </w:r>
      <w:r w:rsidRPr="00A42F9E">
        <w:rPr>
          <w:rFonts w:ascii="Cambria" w:hAnsi="Cambria"/>
          <w:sz w:val="24"/>
          <w:szCs w:val="24"/>
        </w:rPr>
        <w:t>w Darzlubiu.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Termin</w:t>
      </w:r>
      <w:r w:rsidR="00D26991">
        <w:rPr>
          <w:rFonts w:ascii="Cambria" w:hAnsi="Cambria"/>
          <w:sz w:val="24"/>
          <w:szCs w:val="24"/>
        </w:rPr>
        <w:t xml:space="preserve"> realizacji dostawy : 01.01.2023-31.12.2023 roku.</w:t>
      </w:r>
    </w:p>
    <w:p w:rsidR="00844C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1</w:t>
      </w:r>
      <w:r w:rsidRPr="00A42F9E">
        <w:rPr>
          <w:rFonts w:ascii="Cambria" w:hAnsi="Cambria"/>
          <w:sz w:val="24"/>
          <w:szCs w:val="24"/>
        </w:rPr>
        <w:t>.Dane oferenta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a. Nazwa oferenta ……………………………………………………………………………………..</w:t>
      </w:r>
    </w:p>
    <w:p w:rsidR="00844C9E" w:rsidRPr="002D4537" w:rsidRDefault="00844C9E" w:rsidP="00844C9E">
      <w:pPr>
        <w:spacing w:after="0"/>
        <w:rPr>
          <w:rFonts w:ascii="Cambria" w:hAnsi="Cambria"/>
          <w:sz w:val="24"/>
          <w:szCs w:val="24"/>
          <w:lang w:val="en-US"/>
        </w:rPr>
      </w:pPr>
      <w:r w:rsidRPr="002D4537">
        <w:rPr>
          <w:rFonts w:ascii="Cambria" w:hAnsi="Cambria"/>
          <w:sz w:val="24"/>
          <w:szCs w:val="24"/>
          <w:lang w:val="en-US"/>
        </w:rPr>
        <w:t xml:space="preserve">b. </w:t>
      </w:r>
      <w:proofErr w:type="spellStart"/>
      <w:r w:rsidRPr="002D4537">
        <w:rPr>
          <w:rFonts w:ascii="Cambria" w:hAnsi="Cambria"/>
          <w:sz w:val="24"/>
          <w:szCs w:val="24"/>
          <w:lang w:val="en-US"/>
        </w:rPr>
        <w:t>Adres</w:t>
      </w:r>
      <w:proofErr w:type="spellEnd"/>
      <w:r w:rsidRPr="002D4537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2D4537">
        <w:rPr>
          <w:rFonts w:ascii="Cambria" w:hAnsi="Cambria"/>
          <w:sz w:val="24"/>
          <w:szCs w:val="24"/>
          <w:lang w:val="en-US"/>
        </w:rPr>
        <w:t>oferenta</w:t>
      </w:r>
      <w:proofErr w:type="spellEnd"/>
      <w:r w:rsidRPr="002D4537">
        <w:rPr>
          <w:rFonts w:ascii="Cambria" w:hAnsi="Cambria"/>
          <w:sz w:val="24"/>
          <w:szCs w:val="24"/>
          <w:lang w:val="en-US"/>
        </w:rPr>
        <w:t xml:space="preserve">  ………………………………………………………………………………………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  <w:lang w:val="en-US"/>
        </w:rPr>
      </w:pPr>
      <w:r w:rsidRPr="001B6DCE">
        <w:rPr>
          <w:rFonts w:ascii="Cambria" w:hAnsi="Cambria"/>
          <w:sz w:val="24"/>
          <w:szCs w:val="24"/>
          <w:lang w:val="en-US"/>
        </w:rPr>
        <w:t xml:space="preserve">Tel. …………………………………………….  </w:t>
      </w:r>
      <w:r w:rsidRPr="00A42F9E">
        <w:rPr>
          <w:rFonts w:ascii="Cambria" w:hAnsi="Cambria"/>
          <w:sz w:val="24"/>
          <w:szCs w:val="24"/>
          <w:lang w:val="en-US"/>
        </w:rPr>
        <w:t>Fax ……………………………………………………..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  <w:lang w:val="en-US"/>
        </w:rPr>
      </w:pPr>
      <w:r w:rsidRPr="00A42F9E">
        <w:rPr>
          <w:rFonts w:ascii="Cambria" w:hAnsi="Cambria"/>
          <w:sz w:val="24"/>
          <w:szCs w:val="24"/>
          <w:lang w:val="en-US"/>
        </w:rPr>
        <w:t>Internet: http:// …………………………..e-mail …………………………………………………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Regon …………………………………………..NIP …………………………………………………….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Nr rachunku bankowego i nazwa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Banku ……………………………………………………………………………………………………….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2</w:t>
      </w:r>
      <w:r w:rsidRPr="00A42F9E">
        <w:rPr>
          <w:rFonts w:ascii="Cambria" w:hAnsi="Cambria"/>
          <w:sz w:val="24"/>
          <w:szCs w:val="24"/>
        </w:rPr>
        <w:t>.Oferujemy wykonanie zamówienia w poszczególnych pakietach: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1 warzywa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_____________________________________________________________________ </w:t>
      </w:r>
      <w:r w:rsidR="00537D44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_________________________________________________________________________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_____________________________________________________________________ 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</w:t>
      </w:r>
      <w:r w:rsidR="00537D44">
        <w:rPr>
          <w:rFonts w:ascii="Cambria" w:hAnsi="Cambria"/>
          <w:sz w:val="24"/>
          <w:szCs w:val="24"/>
        </w:rPr>
        <w:t xml:space="preserve">_______________________________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</w:t>
      </w:r>
      <w:r w:rsidR="00537D44">
        <w:rPr>
          <w:rFonts w:ascii="Cambria" w:hAnsi="Cambria"/>
          <w:sz w:val="24"/>
          <w:szCs w:val="24"/>
        </w:rPr>
        <w:t xml:space="preserve">______________________________ </w:t>
      </w:r>
      <w:r w:rsidRPr="00A42F9E">
        <w:rPr>
          <w:rFonts w:ascii="Cambria" w:hAnsi="Cambria"/>
          <w:sz w:val="24"/>
          <w:szCs w:val="24"/>
        </w:rPr>
        <w:t xml:space="preserve">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2 nabiał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</w:t>
      </w:r>
      <w:r w:rsidR="00537D44">
        <w:rPr>
          <w:rFonts w:ascii="Cambria" w:hAnsi="Cambria"/>
          <w:sz w:val="24"/>
          <w:szCs w:val="24"/>
        </w:rPr>
        <w:t xml:space="preserve">_____________________________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_____________________________________________________________________ 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______________________________________________________________________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</w:t>
      </w:r>
      <w:r w:rsidR="00537D44">
        <w:rPr>
          <w:rFonts w:ascii="Cambria" w:hAnsi="Cambria"/>
          <w:sz w:val="24"/>
          <w:szCs w:val="24"/>
        </w:rPr>
        <w:t xml:space="preserve">______________________________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 xml:space="preserve">Pakiet nr 3 produkty suche                                                                                                                                 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  <w:u w:val="single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_____________________________________________________________________ 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_________________________________________________________________________ 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Podatek Vat: _____________________________________________________________________ 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jc w:val="both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</w:t>
      </w:r>
      <w:r w:rsidR="00537D44">
        <w:rPr>
          <w:rFonts w:ascii="Cambria" w:hAnsi="Cambria"/>
          <w:sz w:val="24"/>
          <w:szCs w:val="24"/>
        </w:rPr>
        <w:t>_______________________________</w:t>
      </w:r>
      <w:r w:rsidRPr="00A42F9E">
        <w:rPr>
          <w:rFonts w:ascii="Cambria" w:hAnsi="Cambria"/>
          <w:sz w:val="24"/>
          <w:szCs w:val="24"/>
        </w:rPr>
        <w:t xml:space="preserve">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jc w:val="both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</w:t>
      </w:r>
      <w:r w:rsidR="00537D44">
        <w:rPr>
          <w:rFonts w:ascii="Cambria" w:hAnsi="Cambria"/>
          <w:sz w:val="24"/>
          <w:szCs w:val="24"/>
        </w:rPr>
        <w:t xml:space="preserve">_______________________________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jc w:val="both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4 mięso wędliny</w:t>
      </w:r>
    </w:p>
    <w:p w:rsidR="00844C9E" w:rsidRPr="00A42F9E" w:rsidRDefault="00844C9E" w:rsidP="00844C9E">
      <w:pPr>
        <w:spacing w:after="0"/>
        <w:jc w:val="both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</w:t>
      </w:r>
      <w:r w:rsidR="00537D44">
        <w:rPr>
          <w:rFonts w:ascii="Cambria" w:hAnsi="Cambria"/>
          <w:sz w:val="24"/>
          <w:szCs w:val="24"/>
          <w:u w:val="single"/>
        </w:rPr>
        <w:t xml:space="preserve">_____________________________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lastRenderedPageBreak/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_________________________________________________________________________  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______________________________________________________________________ 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_______________________________________________________________________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___________________________________________________________________________  zł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 xml:space="preserve">Pakiet nr 5 drób                                                                                                                                                   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_________________________________________________________________________  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Podatek Vat: _____________________________________________________________________ 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brutto ______________________________________________________________________ 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__________________________________________________________________________   zł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6 mrożonki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_____________________________________________________________________ 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_________________________________________________________________________  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_____________________________________________________________________   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brutto: ______________________________________________________________________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__________________________________________________________________________   zł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7 pieczywo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_____________________________________________________________________   </w:t>
      </w:r>
      <w:r w:rsidRPr="00A42F9E">
        <w:rPr>
          <w:rFonts w:ascii="Cambria" w:hAnsi="Cambria"/>
          <w:sz w:val="24"/>
          <w:szCs w:val="24"/>
        </w:rPr>
        <w:t xml:space="preserve">zł  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:  ________________________________________________________________________ 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 zł                                        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_____________________________________________________________________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  zł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brutto: _____________________________________________________________________ 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  zł       </w:t>
      </w:r>
    </w:p>
    <w:p w:rsidR="00844C9E" w:rsidRPr="00A42F9E" w:rsidRDefault="00844C9E" w:rsidP="00844C9E">
      <w:pPr>
        <w:spacing w:after="0"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__________________________________________________________________________</w:t>
      </w:r>
      <w:r w:rsidR="00537D44">
        <w:rPr>
          <w:rFonts w:ascii="Cambria" w:hAnsi="Cambria"/>
          <w:sz w:val="24"/>
          <w:szCs w:val="24"/>
        </w:rPr>
        <w:t xml:space="preserve"> </w:t>
      </w:r>
      <w:r w:rsidRPr="00A42F9E">
        <w:rPr>
          <w:rFonts w:ascii="Cambria" w:hAnsi="Cambria"/>
          <w:sz w:val="24"/>
          <w:szCs w:val="24"/>
        </w:rPr>
        <w:t xml:space="preserve">  zł</w:t>
      </w:r>
    </w:p>
    <w:p w:rsidR="00844C9E" w:rsidRPr="00A42F9E" w:rsidRDefault="00844C9E" w:rsidP="00844C9E">
      <w:pPr>
        <w:spacing w:after="0"/>
        <w:rPr>
          <w:rFonts w:ascii="Cambria" w:hAnsi="Cambria"/>
          <w:b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Pakiet nr 8 ryby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Cena netto: </w:t>
      </w:r>
      <w:r w:rsidRPr="00A42F9E">
        <w:rPr>
          <w:rFonts w:ascii="Cambria" w:hAnsi="Cambria"/>
          <w:sz w:val="24"/>
          <w:szCs w:val="24"/>
          <w:u w:val="single"/>
        </w:rPr>
        <w:t xml:space="preserve">   ____________________________________________________________________    </w:t>
      </w:r>
      <w:r w:rsidRPr="00A42F9E">
        <w:rPr>
          <w:rFonts w:ascii="Cambria" w:hAnsi="Cambria"/>
          <w:sz w:val="24"/>
          <w:szCs w:val="24"/>
        </w:rPr>
        <w:t>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</w:t>
      </w:r>
      <w:r w:rsidRPr="00A42F9E">
        <w:rPr>
          <w:rFonts w:ascii="Cambria" w:hAnsi="Cambria"/>
          <w:sz w:val="24"/>
          <w:szCs w:val="24"/>
          <w:u w:val="single"/>
        </w:rPr>
        <w:t xml:space="preserve"> </w:t>
      </w:r>
      <w:r w:rsidRPr="00A42F9E">
        <w:rPr>
          <w:rFonts w:ascii="Cambria" w:hAnsi="Cambria"/>
          <w:sz w:val="24"/>
          <w:szCs w:val="24"/>
        </w:rPr>
        <w:t>:  ________________________________________________________________________   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Podatek Vat: _____________________________________________________________________  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Cena brutto: ______________________________________________________________________ 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Słownie: __________________________________________________________________________   zł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3</w:t>
      </w:r>
      <w:r w:rsidRPr="00A42F9E">
        <w:rPr>
          <w:rFonts w:ascii="Cambria" w:hAnsi="Cambria"/>
          <w:sz w:val="24"/>
          <w:szCs w:val="24"/>
        </w:rPr>
        <w:t>.Gwarantujemy wykonanie</w:t>
      </w:r>
      <w:r w:rsidR="00D26991">
        <w:rPr>
          <w:rFonts w:ascii="Cambria" w:hAnsi="Cambria"/>
          <w:sz w:val="24"/>
          <w:szCs w:val="24"/>
        </w:rPr>
        <w:t xml:space="preserve"> dostaw w terminie od 01.01.2023 r. do 31.12.2023</w:t>
      </w:r>
      <w:r w:rsidRPr="00A42F9E">
        <w:rPr>
          <w:rFonts w:ascii="Cambria" w:hAnsi="Cambria"/>
          <w:sz w:val="24"/>
          <w:szCs w:val="24"/>
        </w:rPr>
        <w:t xml:space="preserve"> roku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b/>
          <w:sz w:val="24"/>
          <w:szCs w:val="24"/>
        </w:rPr>
        <w:t>4.</w:t>
      </w:r>
      <w:r w:rsidRPr="00A42F9E">
        <w:rPr>
          <w:rFonts w:ascii="Cambria" w:hAnsi="Cambria"/>
          <w:sz w:val="24"/>
          <w:szCs w:val="24"/>
        </w:rPr>
        <w:t xml:space="preserve"> Warunki płatności – zgodnie z zapisami przedstawionymi w projekcie umowy.</w:t>
      </w:r>
    </w:p>
    <w:p w:rsidR="002D4537" w:rsidRPr="002D4537" w:rsidRDefault="00844C9E" w:rsidP="002D4537">
      <w:pPr>
        <w:spacing w:after="0"/>
        <w:contextualSpacing/>
        <w:rPr>
          <w:rFonts w:ascii="Cambria" w:hAnsi="Cambria"/>
          <w:sz w:val="24"/>
          <w:szCs w:val="24"/>
        </w:rPr>
      </w:pPr>
      <w:r w:rsidRPr="002D4537">
        <w:rPr>
          <w:rFonts w:ascii="Cambria" w:hAnsi="Cambria"/>
          <w:b/>
          <w:sz w:val="24"/>
          <w:szCs w:val="24"/>
        </w:rPr>
        <w:t>5.</w:t>
      </w:r>
      <w:r w:rsidR="002D4537" w:rsidRPr="002D4537">
        <w:rPr>
          <w:rFonts w:ascii="Cambria" w:hAnsi="Cambria"/>
          <w:sz w:val="24"/>
          <w:szCs w:val="24"/>
        </w:rPr>
        <w:t xml:space="preserve"> </w:t>
      </w:r>
      <w:r w:rsidR="002D4537" w:rsidRPr="002D4537">
        <w:rPr>
          <w:rFonts w:ascii="Cambria" w:hAnsi="Cambria"/>
          <w:sz w:val="24"/>
          <w:szCs w:val="24"/>
        </w:rPr>
        <w:t>Oświadczamy, że zapoznaliśmy się z zapytaniem ofertowym  i warunki w nim zawarte przyjmujemy bez zastrzeżeń oraz że zdobyliśmy konieczne informacje potrzebne do właściwego przygotowania oferty.</w:t>
      </w:r>
    </w:p>
    <w:p w:rsidR="002D4537" w:rsidRPr="002D4537" w:rsidRDefault="002D4537" w:rsidP="002D4537">
      <w:pPr>
        <w:spacing w:after="0"/>
        <w:contextualSpacing/>
        <w:rPr>
          <w:rFonts w:ascii="Cambria" w:hAnsi="Cambria"/>
          <w:sz w:val="24"/>
          <w:szCs w:val="24"/>
        </w:rPr>
      </w:pPr>
      <w:r w:rsidRPr="002D4537">
        <w:rPr>
          <w:rFonts w:ascii="Cambria" w:hAnsi="Cambria"/>
          <w:b/>
          <w:sz w:val="24"/>
          <w:szCs w:val="24"/>
        </w:rPr>
        <w:t>6.</w:t>
      </w:r>
      <w:r w:rsidRPr="002D4537">
        <w:rPr>
          <w:rFonts w:ascii="Cambria" w:hAnsi="Cambria"/>
          <w:sz w:val="24"/>
          <w:szCs w:val="24"/>
        </w:rPr>
        <w:t xml:space="preserve"> Oświadczamy, że uważamy się za związanych niniejszą ofertą na czas wskazany           w Zapytaniu Ofertowym.</w:t>
      </w:r>
    </w:p>
    <w:p w:rsidR="002D4537" w:rsidRPr="002D4537" w:rsidRDefault="002D4537" w:rsidP="002D4537">
      <w:pPr>
        <w:spacing w:after="0"/>
        <w:contextualSpacing/>
        <w:rPr>
          <w:rFonts w:ascii="Cambria" w:hAnsi="Cambria"/>
          <w:sz w:val="24"/>
          <w:szCs w:val="24"/>
        </w:rPr>
      </w:pPr>
      <w:r w:rsidRPr="002D4537">
        <w:rPr>
          <w:rFonts w:ascii="Cambria" w:hAnsi="Cambria"/>
          <w:b/>
          <w:sz w:val="24"/>
          <w:szCs w:val="24"/>
        </w:rPr>
        <w:t>7.</w:t>
      </w:r>
      <w:r w:rsidRPr="002D4537">
        <w:rPr>
          <w:rFonts w:ascii="Cambria" w:hAnsi="Cambria"/>
          <w:sz w:val="24"/>
          <w:szCs w:val="24"/>
        </w:rPr>
        <w:t xml:space="preserve"> Oświadczamy, że zawarty w Zapytaniu Ofertowym projekt umowy- druk załącznik ZO został przez nas zaakceptowany i zobowiązujemy się  w przypadku wyboru naszej oferty do zawarcia umowy na wyżej wymienionych warunkach w miejscu i terminie wyznaczonym przez Zamawiającego.</w:t>
      </w:r>
    </w:p>
    <w:p w:rsidR="002D4537" w:rsidRPr="002D4537" w:rsidRDefault="002D4537" w:rsidP="002D4537">
      <w:pPr>
        <w:spacing w:line="276" w:lineRule="auto"/>
        <w:jc w:val="both"/>
        <w:rPr>
          <w:rFonts w:ascii="Cambria" w:hAnsi="Cambria"/>
          <w:color w:val="000000"/>
          <w:sz w:val="24"/>
          <w:szCs w:val="24"/>
        </w:rPr>
      </w:pPr>
      <w:r w:rsidRPr="002D4537">
        <w:rPr>
          <w:rFonts w:ascii="Cambria" w:hAnsi="Cambria"/>
          <w:b/>
          <w:sz w:val="24"/>
          <w:szCs w:val="24"/>
        </w:rPr>
        <w:t>8</w:t>
      </w:r>
      <w:r w:rsidRPr="002D4537">
        <w:rPr>
          <w:rFonts w:ascii="Cambria" w:hAnsi="Cambria"/>
          <w:sz w:val="24"/>
          <w:szCs w:val="24"/>
        </w:rPr>
        <w:t xml:space="preserve">. </w:t>
      </w:r>
      <w:r w:rsidRPr="002D4537">
        <w:rPr>
          <w:rFonts w:ascii="Cambria" w:hAnsi="Cambria"/>
          <w:color w:val="000000"/>
          <w:sz w:val="24"/>
          <w:szCs w:val="24"/>
        </w:rPr>
        <w:t xml:space="preserve">Oświadczam, że nie podlegam wykluczeniu z postępowania na podstawie </w:t>
      </w:r>
      <w:r w:rsidRPr="002D4537">
        <w:rPr>
          <w:rFonts w:ascii="Cambria" w:hAnsi="Cambria"/>
          <w:b/>
          <w:bCs/>
          <w:color w:val="000000"/>
          <w:sz w:val="24"/>
          <w:szCs w:val="24"/>
        </w:rPr>
        <w:t>art. 7 ust. 1</w:t>
      </w:r>
      <w:r w:rsidRPr="002D4537">
        <w:rPr>
          <w:rFonts w:ascii="Cambria" w:hAnsi="Cambria"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2D4537" w:rsidRPr="00A42F9E" w:rsidRDefault="002D4537" w:rsidP="002D4537">
      <w:pPr>
        <w:spacing w:after="0"/>
        <w:contextualSpacing/>
        <w:rPr>
          <w:rFonts w:ascii="Cambria" w:hAnsi="Cambria"/>
          <w:sz w:val="24"/>
          <w:szCs w:val="24"/>
        </w:rPr>
      </w:pPr>
    </w:p>
    <w:p w:rsidR="00844C9E" w:rsidRPr="002D4537" w:rsidRDefault="002D4537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2D4537">
        <w:rPr>
          <w:rFonts w:ascii="Cambria" w:hAnsi="Cambria"/>
          <w:b/>
          <w:sz w:val="24"/>
          <w:szCs w:val="24"/>
        </w:rPr>
        <w:t>9</w:t>
      </w:r>
      <w:r w:rsidR="00844C9E" w:rsidRPr="002D4537">
        <w:rPr>
          <w:rFonts w:ascii="Cambria" w:hAnsi="Cambria"/>
          <w:b/>
          <w:sz w:val="24"/>
          <w:szCs w:val="24"/>
        </w:rPr>
        <w:t>.</w:t>
      </w:r>
      <w:r w:rsidR="00844C9E" w:rsidRPr="002D4537">
        <w:rPr>
          <w:rFonts w:ascii="Cambria" w:hAnsi="Cambria"/>
          <w:sz w:val="24"/>
          <w:szCs w:val="24"/>
        </w:rPr>
        <w:t xml:space="preserve"> Załącznikami do niniejszej oferty </w:t>
      </w:r>
    </w:p>
    <w:p w:rsidR="00844C9E" w:rsidRPr="002D4537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2D4537">
        <w:rPr>
          <w:rFonts w:ascii="Cambria" w:hAnsi="Cambria"/>
          <w:sz w:val="24"/>
          <w:szCs w:val="24"/>
        </w:rPr>
        <w:t>- formularz asortymentowo cenowy</w:t>
      </w:r>
    </w:p>
    <w:p w:rsidR="002D4537" w:rsidRPr="002D4537" w:rsidRDefault="002D4537" w:rsidP="002D4537">
      <w:pPr>
        <w:spacing w:after="0"/>
        <w:contextualSpacing/>
        <w:rPr>
          <w:rFonts w:ascii="Cambria" w:hAnsi="Cambria"/>
          <w:b/>
          <w:sz w:val="24"/>
          <w:szCs w:val="24"/>
        </w:rPr>
      </w:pPr>
      <w:r w:rsidRPr="002D4537">
        <w:rPr>
          <w:rFonts w:ascii="Cambria" w:hAnsi="Cambria"/>
          <w:b/>
          <w:sz w:val="24"/>
          <w:szCs w:val="24"/>
        </w:rPr>
        <w:t xml:space="preserve">- </w:t>
      </w:r>
      <w:r w:rsidRPr="002D4537">
        <w:rPr>
          <w:rFonts w:ascii="Cambria" w:hAnsi="Cambria"/>
          <w:color w:val="000000"/>
          <w:sz w:val="24"/>
          <w:szCs w:val="24"/>
        </w:rPr>
        <w:t xml:space="preserve">Oświadczenie o braku podstaw wykluczenia z postępowania na podstawie </w:t>
      </w:r>
      <w:r w:rsidRPr="002D4537">
        <w:rPr>
          <w:rFonts w:ascii="Cambria" w:hAnsi="Cambria"/>
          <w:b/>
          <w:bCs/>
          <w:color w:val="000000"/>
          <w:sz w:val="24"/>
          <w:szCs w:val="24"/>
        </w:rPr>
        <w:t>art. 7 ust. 1</w:t>
      </w:r>
      <w:r w:rsidRPr="002D4537">
        <w:rPr>
          <w:rFonts w:ascii="Cambria" w:hAnsi="Cambria"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2D4537" w:rsidRPr="002D4537" w:rsidRDefault="002D4537" w:rsidP="002D4537">
      <w:pPr>
        <w:spacing w:after="0"/>
        <w:contextualSpacing/>
        <w:rPr>
          <w:rFonts w:ascii="Cambria" w:hAnsi="Cambria"/>
          <w:b/>
          <w:sz w:val="24"/>
          <w:szCs w:val="24"/>
        </w:rPr>
      </w:pPr>
    </w:p>
    <w:p w:rsidR="002D4537" w:rsidRPr="002D4537" w:rsidRDefault="002D4537" w:rsidP="002D4537">
      <w:pPr>
        <w:spacing w:after="0"/>
        <w:rPr>
          <w:rFonts w:ascii="Cambria" w:hAnsi="Cambria" w:cs="Times New Roman"/>
          <w:sz w:val="24"/>
          <w:szCs w:val="24"/>
        </w:rPr>
      </w:pPr>
      <w:r w:rsidRPr="002D4537">
        <w:rPr>
          <w:rFonts w:ascii="Cambria" w:hAnsi="Cambria"/>
          <w:sz w:val="24"/>
          <w:szCs w:val="24"/>
        </w:rPr>
        <w:t>-</w:t>
      </w:r>
      <w:r w:rsidRPr="002D4537">
        <w:rPr>
          <w:rFonts w:ascii="Cambria" w:hAnsi="Cambria" w:cs="Times New Roman"/>
          <w:sz w:val="24"/>
          <w:szCs w:val="24"/>
        </w:rPr>
        <w:t xml:space="preserve"> Na żądanie Zamawiającego Wykonawca zobowiązany jest przedłożyć certyfikat wdrożenia systemu bezpieczeństwa żywności pochodzenia zwierzęcego HACCP oraz handlowy dokument identyfikacyjny (dotyczy oferentów, którzy składają ofertę                na dostawę mięsa i wędlin)</w:t>
      </w:r>
    </w:p>
    <w:p w:rsidR="002D4537" w:rsidRDefault="002D4537" w:rsidP="002D4537">
      <w:pPr>
        <w:spacing w:after="0"/>
        <w:contextualSpacing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p w:rsidR="00844C9E" w:rsidRDefault="00844C9E" w:rsidP="00844C9E">
      <w:pPr>
        <w:spacing w:after="0"/>
        <w:contextualSpacing/>
        <w:rPr>
          <w:rFonts w:ascii="Cambria" w:hAnsi="Cambria"/>
          <w:b/>
          <w:sz w:val="24"/>
          <w:szCs w:val="24"/>
        </w:rPr>
      </w:pPr>
    </w:p>
    <w:p w:rsidR="00844C9E" w:rsidRDefault="00844C9E" w:rsidP="00844C9E">
      <w:pPr>
        <w:spacing w:after="0"/>
        <w:contextualSpacing/>
        <w:rPr>
          <w:rFonts w:ascii="Cambria" w:hAnsi="Cambria"/>
          <w:b/>
          <w:sz w:val="24"/>
          <w:szCs w:val="24"/>
        </w:rPr>
      </w:pPr>
    </w:p>
    <w:p w:rsidR="00844C9E" w:rsidRPr="00A42F9E" w:rsidRDefault="00844C9E" w:rsidP="00844C9E">
      <w:pPr>
        <w:spacing w:after="0"/>
        <w:contextualSpacing/>
        <w:rPr>
          <w:rFonts w:ascii="Cambria" w:hAnsi="Cambria"/>
          <w:b/>
          <w:sz w:val="24"/>
          <w:szCs w:val="24"/>
        </w:rPr>
      </w:pP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>Miejscowość, data                               podpis i pieczęć osoby upoważnionej do składania oświadczeń woli</w:t>
      </w:r>
    </w:p>
    <w:p w:rsidR="00844C9E" w:rsidRPr="00A42F9E" w:rsidRDefault="00844C9E" w:rsidP="00844C9E">
      <w:pPr>
        <w:spacing w:after="0"/>
        <w:contextualSpacing/>
        <w:rPr>
          <w:rFonts w:ascii="Cambria" w:hAnsi="Cambria"/>
          <w:sz w:val="24"/>
          <w:szCs w:val="24"/>
        </w:rPr>
      </w:pPr>
      <w:r w:rsidRPr="00A42F9E">
        <w:rPr>
          <w:rFonts w:ascii="Cambria" w:hAnsi="Cambria"/>
          <w:sz w:val="24"/>
          <w:szCs w:val="24"/>
        </w:rPr>
        <w:t xml:space="preserve">                                                                   </w:t>
      </w:r>
      <w:r>
        <w:rPr>
          <w:rFonts w:ascii="Cambria" w:hAnsi="Cambria"/>
          <w:sz w:val="24"/>
          <w:szCs w:val="24"/>
        </w:rPr>
        <w:t xml:space="preserve">                                        </w:t>
      </w:r>
      <w:r w:rsidRPr="00A42F9E">
        <w:rPr>
          <w:rFonts w:ascii="Cambria" w:hAnsi="Cambria"/>
          <w:sz w:val="24"/>
          <w:szCs w:val="24"/>
        </w:rPr>
        <w:t xml:space="preserve">      w imieniu Wykonawcy</w:t>
      </w:r>
    </w:p>
    <w:p w:rsidR="005E6D73" w:rsidRPr="005E6D73" w:rsidRDefault="005E6D73" w:rsidP="0074049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:rsidR="005E6D73" w:rsidRPr="005E6D73" w:rsidRDefault="005E6D73" w:rsidP="005E6D7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:rsidR="005E6D73" w:rsidRPr="005E6D73" w:rsidRDefault="005E6D73" w:rsidP="005E6D7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:rsidR="005E6D73" w:rsidRPr="005E6D73" w:rsidRDefault="005E6D73" w:rsidP="005E6D7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:rsidR="0078689A" w:rsidRPr="0078689A" w:rsidRDefault="0078689A" w:rsidP="00D21861">
      <w:pPr>
        <w:rPr>
          <w:rFonts w:ascii="Cambria" w:eastAsia="Cambria" w:hAnsi="Cambria" w:cs="Cambria"/>
          <w:sz w:val="24"/>
          <w:szCs w:val="24"/>
        </w:rPr>
      </w:pPr>
      <w:r w:rsidRPr="0078689A">
        <w:rPr>
          <w:sz w:val="24"/>
          <w:szCs w:val="24"/>
        </w:rPr>
        <w:t xml:space="preserve">                         </w:t>
      </w:r>
    </w:p>
    <w:p w:rsidR="00416AC2" w:rsidRPr="0078689A" w:rsidRDefault="00557D01" w:rsidP="00B9469E">
      <w:pPr>
        <w:rPr>
          <w:sz w:val="24"/>
          <w:szCs w:val="24"/>
        </w:rPr>
      </w:pPr>
    </w:p>
    <w:sectPr w:rsidR="00416AC2" w:rsidRPr="0078689A" w:rsidSect="00881444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D01" w:rsidRDefault="00557D01" w:rsidP="00C25C19">
      <w:r>
        <w:separator/>
      </w:r>
    </w:p>
  </w:endnote>
  <w:endnote w:type="continuationSeparator" w:id="0">
    <w:p w:rsidR="00557D01" w:rsidRDefault="00557D01" w:rsidP="00C2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19" w:rsidRPr="00920785" w:rsidRDefault="00C25C19">
    <w:pPr>
      <w:pStyle w:val="Stopka"/>
      <w:rPr>
        <w:rFonts w:ascii="Montserrat" w:hAnsi="Montserrat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5B832B" wp14:editId="44C3B983">
          <wp:simplePos x="0" y="0"/>
          <wp:positionH relativeFrom="column">
            <wp:posOffset>-1724</wp:posOffset>
          </wp:positionH>
          <wp:positionV relativeFrom="paragraph">
            <wp:posOffset>-1270</wp:posOffset>
          </wp:positionV>
          <wp:extent cx="2551052" cy="563336"/>
          <wp:effectExtent l="0" t="0" r="1905" b="0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6230" cy="568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920785">
      <w:rPr>
        <w:rFonts w:ascii="Montserrat" w:hAnsi="Montserrat"/>
        <w:sz w:val="16"/>
        <w:szCs w:val="16"/>
      </w:rPr>
      <w:t xml:space="preserve">Darzlubie, ul. Pucka 74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84-100 Darzlubie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tel./fax +48 58 673 82 92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e-mail: sekretariat@darzlubie.eu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www.darzlubie.eu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D01" w:rsidRDefault="00557D01" w:rsidP="00C25C19">
      <w:r>
        <w:separator/>
      </w:r>
    </w:p>
  </w:footnote>
  <w:footnote w:type="continuationSeparator" w:id="0">
    <w:p w:rsidR="00557D01" w:rsidRDefault="00557D01" w:rsidP="00C25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2E"/>
    <w:rsid w:val="00026A51"/>
    <w:rsid w:val="000E1F0D"/>
    <w:rsid w:val="001B0A97"/>
    <w:rsid w:val="002D4537"/>
    <w:rsid w:val="003F1531"/>
    <w:rsid w:val="005138C7"/>
    <w:rsid w:val="00537D44"/>
    <w:rsid w:val="00557D01"/>
    <w:rsid w:val="005E6D73"/>
    <w:rsid w:val="00704C7A"/>
    <w:rsid w:val="00740498"/>
    <w:rsid w:val="0078689A"/>
    <w:rsid w:val="00844C9E"/>
    <w:rsid w:val="00881444"/>
    <w:rsid w:val="00920785"/>
    <w:rsid w:val="009A2D2E"/>
    <w:rsid w:val="00AC7EAD"/>
    <w:rsid w:val="00B0426B"/>
    <w:rsid w:val="00B90C47"/>
    <w:rsid w:val="00B91A28"/>
    <w:rsid w:val="00B9469E"/>
    <w:rsid w:val="00BC1A09"/>
    <w:rsid w:val="00C01A7D"/>
    <w:rsid w:val="00C25C19"/>
    <w:rsid w:val="00C722FB"/>
    <w:rsid w:val="00D21861"/>
    <w:rsid w:val="00D26991"/>
    <w:rsid w:val="00EC26BE"/>
    <w:rsid w:val="00F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3A190E-2DE8-46ED-A16A-D9B67DC9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89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25C19"/>
  </w:style>
  <w:style w:type="paragraph" w:styleId="Stopka">
    <w:name w:val="footer"/>
    <w:basedOn w:val="Normalny"/>
    <w:link w:val="Stopka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5C19"/>
  </w:style>
  <w:style w:type="character" w:styleId="Hipercze">
    <w:name w:val="Hyperlink"/>
    <w:basedOn w:val="Domylnaczcionkaakapitu"/>
    <w:uiPriority w:val="99"/>
    <w:unhideWhenUsed/>
    <w:rsid w:val="00C25C1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5C1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F1531"/>
    <w:pPr>
      <w:spacing w:before="120" w:after="120"/>
      <w:jc w:val="both"/>
    </w:pPr>
    <w:rPr>
      <w:rFonts w:ascii="Cambria" w:eastAsiaTheme="minorEastAsia" w:hAnsi="Cambria"/>
      <w:szCs w:val="22"/>
      <w:lang w:eastAsia="pl-PL"/>
    </w:rPr>
  </w:style>
  <w:style w:type="paragraph" w:customStyle="1" w:styleId="paragraph">
    <w:name w:val="paragraph"/>
    <w:basedOn w:val="Normalny"/>
    <w:rsid w:val="005E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5E6D73"/>
  </w:style>
  <w:style w:type="character" w:customStyle="1" w:styleId="normaltextrun">
    <w:name w:val="normaltextrun"/>
    <w:basedOn w:val="Domylnaczcionkaakapitu"/>
    <w:rsid w:val="005E6D73"/>
  </w:style>
  <w:style w:type="character" w:customStyle="1" w:styleId="spellingerror">
    <w:name w:val="spellingerror"/>
    <w:basedOn w:val="Domylnaczcionkaakapitu"/>
    <w:rsid w:val="005E6D73"/>
  </w:style>
  <w:style w:type="paragraph" w:styleId="Tekstdymka">
    <w:name w:val="Balloon Text"/>
    <w:basedOn w:val="Normalny"/>
    <w:link w:val="TekstdymkaZnak"/>
    <w:uiPriority w:val="99"/>
    <w:semiHidden/>
    <w:unhideWhenUsed/>
    <w:rsid w:val="005E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12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2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2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7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36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9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5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7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8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8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9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3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5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2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0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72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3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6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4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6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3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9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4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83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3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3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6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0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5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endent\Downloads\SPDarzlub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CBFB17-9D08-4492-B40D-2A1E5CA9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SPDarzlubie</Template>
  <TotalTime>9</TotalTime>
  <Pages>3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Daria Dias</cp:lastModifiedBy>
  <cp:revision>6</cp:revision>
  <cp:lastPrinted>2022-10-28T10:11:00Z</cp:lastPrinted>
  <dcterms:created xsi:type="dcterms:W3CDTF">2022-11-10T08:00:00Z</dcterms:created>
  <dcterms:modified xsi:type="dcterms:W3CDTF">2022-11-24T10:00:00Z</dcterms:modified>
</cp:coreProperties>
</file>